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09320D" w:rsidP="0009320D">
      <w:pPr>
        <w:jc w:val="center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9320D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Jeux sportifs</w:t>
      </w:r>
    </w:p>
    <w:p w:rsidR="0009320D" w:rsidRDefault="0009320D" w:rsidP="0009320D">
      <w:pPr>
        <w:jc w:val="center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09320D" w:rsidRPr="0009320D" w:rsidRDefault="00C8604A" w:rsidP="0009320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1D6ED4" wp14:editId="7931AA5B">
                <wp:simplePos x="0" y="0"/>
                <wp:positionH relativeFrom="column">
                  <wp:posOffset>3491230</wp:posOffset>
                </wp:positionH>
                <wp:positionV relativeFrom="paragraph">
                  <wp:posOffset>8097520</wp:posOffset>
                </wp:positionV>
                <wp:extent cx="3143250" cy="276225"/>
                <wp:effectExtent l="0" t="0" r="0" b="952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Pr="0008699C" w:rsidRDefault="0008699C" w:rsidP="00C8604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instrText xml:space="preserve"> HYPERLINK "</w:instrText>
                            </w:r>
                            <w:r w:rsidRPr="0008699C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instrText>https://www.50languages.com/vocab/learn/fr/ta/3/</w:instrTex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instrText xml:space="preserve">" </w:instrTex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F62308">
                              <w:rPr>
                                <w:rStyle w:val="Lienhypertexte"/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https://www.50languages.com/vocab/learn/fr/ta/3/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74.9pt;margin-top:637.6pt;width:247.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" stroked="f">
                <v:textbox>
                  <w:txbxContent>
                    <w:p w:rsidR="00C8604A" w:rsidRPr="0008699C" w:rsidRDefault="0008699C" w:rsidP="00C8604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instrText xml:space="preserve"> HYPERLINK "</w:instrText>
                      </w:r>
                      <w:r w:rsidRPr="0008699C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instrText>https://www.50languages.com/vocab/learn/fr/ta/3/</w:instrTex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instrText xml:space="preserve">" </w:instrTex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Pr="00F62308">
                        <w:rPr>
                          <w:rStyle w:val="Lienhypertexte"/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https://www.50languages.com/vocab/learn/fr/ta/3/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98A2FD" wp14:editId="7BB1CA7A">
                <wp:simplePos x="0" y="0"/>
                <wp:positionH relativeFrom="column">
                  <wp:posOffset>3776980</wp:posOffset>
                </wp:positionH>
                <wp:positionV relativeFrom="paragraph">
                  <wp:posOffset>7040245</wp:posOffset>
                </wp:positionV>
                <wp:extent cx="1428750" cy="276225"/>
                <wp:effectExtent l="0" t="0" r="19050" b="2857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Default="00C8604A" w:rsidP="00C8604A">
                            <w:pPr>
                              <w:pStyle w:val="Titre4"/>
                            </w:pP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K</w:t>
                            </w:r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utiraiccavāri</w:t>
                            </w:r>
                            <w:proofErr w:type="spellEnd"/>
                          </w:p>
                          <w:p w:rsidR="00C8604A" w:rsidRDefault="00C8604A" w:rsidP="00C8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7.4pt;margin-top:554.35pt;width:112.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">
                <v:textbox>
                  <w:txbxContent>
                    <w:p w:rsidR="00C8604A" w:rsidRDefault="00C8604A" w:rsidP="00C8604A">
                      <w:pPr>
                        <w:pStyle w:val="Titre4"/>
                      </w:pP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K</w:t>
                      </w:r>
                      <w:r>
                        <w:rPr>
                          <w:color w:val="C80300"/>
                          <w:sz w:val="27"/>
                          <w:szCs w:val="27"/>
                        </w:rPr>
                        <w:t>utiraiccavāri</w:t>
                      </w:r>
                      <w:proofErr w:type="spellEnd"/>
                    </w:p>
                    <w:p w:rsidR="00C8604A" w:rsidRDefault="00C8604A" w:rsidP="00C860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BBD4F8" wp14:editId="69E5FB0B">
                <wp:simplePos x="0" y="0"/>
                <wp:positionH relativeFrom="column">
                  <wp:posOffset>643255</wp:posOffset>
                </wp:positionH>
                <wp:positionV relativeFrom="paragraph">
                  <wp:posOffset>7040245</wp:posOffset>
                </wp:positionV>
                <wp:extent cx="1238250" cy="276225"/>
                <wp:effectExtent l="0" t="0" r="19050" b="28575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Default="00C8604A" w:rsidP="00C8604A">
                            <w:pPr>
                              <w:pStyle w:val="Titre4"/>
                            </w:pP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P</w:t>
                            </w:r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illiyārṭukaḷ</w:t>
                            </w:r>
                            <w:proofErr w:type="spellEnd"/>
                          </w:p>
                          <w:p w:rsidR="00C8604A" w:rsidRDefault="00C8604A" w:rsidP="00C8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.65pt;margin-top:554.35pt;width:97.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">
                <v:textbox>
                  <w:txbxContent>
                    <w:p w:rsidR="00C8604A" w:rsidRDefault="00C8604A" w:rsidP="00C8604A">
                      <w:pPr>
                        <w:pStyle w:val="Titre4"/>
                      </w:pP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P</w:t>
                      </w:r>
                      <w:r>
                        <w:rPr>
                          <w:color w:val="C80300"/>
                          <w:sz w:val="27"/>
                          <w:szCs w:val="27"/>
                        </w:rPr>
                        <w:t>illiyārṭukaḷ</w:t>
                      </w:r>
                      <w:proofErr w:type="spellEnd"/>
                    </w:p>
                    <w:p w:rsidR="00C8604A" w:rsidRDefault="00C8604A" w:rsidP="00C860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F26B6A" wp14:editId="450F91C2">
                <wp:simplePos x="0" y="0"/>
                <wp:positionH relativeFrom="column">
                  <wp:posOffset>4110355</wp:posOffset>
                </wp:positionH>
                <wp:positionV relativeFrom="paragraph">
                  <wp:posOffset>4211320</wp:posOffset>
                </wp:positionV>
                <wp:extent cx="676275" cy="276225"/>
                <wp:effectExtent l="0" t="0" r="28575" b="28575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Default="00C8604A" w:rsidP="00C8604A">
                            <w:pPr>
                              <w:pStyle w:val="Titre4"/>
                            </w:pP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Ē</w:t>
                            </w:r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ṟutal</w:t>
                            </w:r>
                            <w:proofErr w:type="spellEnd"/>
                          </w:p>
                          <w:p w:rsidR="00C8604A" w:rsidRDefault="00C8604A" w:rsidP="00C8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23.65pt;margin-top:331.6pt;width:53.2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">
                <v:textbox>
                  <w:txbxContent>
                    <w:p w:rsidR="00C8604A" w:rsidRDefault="00C8604A" w:rsidP="00C8604A">
                      <w:pPr>
                        <w:pStyle w:val="Titre4"/>
                      </w:pP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Ē</w:t>
                      </w:r>
                      <w:r>
                        <w:rPr>
                          <w:color w:val="C80300"/>
                          <w:sz w:val="27"/>
                          <w:szCs w:val="27"/>
                        </w:rPr>
                        <w:t>ṟutal</w:t>
                      </w:r>
                      <w:proofErr w:type="spellEnd"/>
                    </w:p>
                    <w:p w:rsidR="00C8604A" w:rsidRDefault="00C8604A" w:rsidP="00C860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CC9AC1" wp14:editId="5559AD3D">
                <wp:simplePos x="0" y="0"/>
                <wp:positionH relativeFrom="column">
                  <wp:posOffset>690880</wp:posOffset>
                </wp:positionH>
                <wp:positionV relativeFrom="paragraph">
                  <wp:posOffset>4211320</wp:posOffset>
                </wp:positionV>
                <wp:extent cx="1238250" cy="276225"/>
                <wp:effectExtent l="0" t="0" r="19050" b="2857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Default="00C8604A" w:rsidP="00C8604A">
                            <w:pPr>
                              <w:pStyle w:val="Titre4"/>
                            </w:pP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K</w:t>
                            </w:r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uttuc</w:t>
                            </w:r>
                            <w:proofErr w:type="spellEnd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caṇṭai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C8604A" w:rsidRDefault="00C8604A" w:rsidP="00C8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4.4pt;margin-top:331.6pt;width:97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">
                <v:textbox>
                  <w:txbxContent>
                    <w:p w:rsidR="00C8604A" w:rsidRDefault="00C8604A" w:rsidP="00C8604A">
                      <w:pPr>
                        <w:pStyle w:val="Titre4"/>
                      </w:pP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K</w:t>
                      </w:r>
                      <w:r>
                        <w:rPr>
                          <w:color w:val="C80300"/>
                          <w:sz w:val="27"/>
                          <w:szCs w:val="27"/>
                        </w:rPr>
                        <w:t>uttuc</w:t>
                      </w:r>
                      <w:proofErr w:type="spellEnd"/>
                      <w:r>
                        <w:rPr>
                          <w:color w:val="C80300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caṇṭai</w:t>
                      </w:r>
                      <w:proofErr w:type="spellEnd"/>
                      <w:r>
                        <w:t xml:space="preserve"> </w:t>
                      </w:r>
                    </w:p>
                    <w:p w:rsidR="00C8604A" w:rsidRDefault="00C8604A" w:rsidP="00C860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8E9CE4" wp14:editId="3325A235">
                <wp:simplePos x="0" y="0"/>
                <wp:positionH relativeFrom="column">
                  <wp:posOffset>4110355</wp:posOffset>
                </wp:positionH>
                <wp:positionV relativeFrom="paragraph">
                  <wp:posOffset>1753870</wp:posOffset>
                </wp:positionV>
                <wp:extent cx="676275" cy="276225"/>
                <wp:effectExtent l="0" t="0" r="28575" b="2857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Default="00C8604A" w:rsidP="00C8604A">
                            <w:pPr>
                              <w:pStyle w:val="Titre4"/>
                            </w:pP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P</w:t>
                            </w:r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ēspāl</w:t>
                            </w:r>
                            <w:proofErr w:type="spellEnd"/>
                          </w:p>
                          <w:p w:rsidR="00C8604A" w:rsidRDefault="00C8604A" w:rsidP="00C8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23.65pt;margin-top:138.1pt;width:53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">
                <v:textbox>
                  <w:txbxContent>
                    <w:p w:rsidR="00C8604A" w:rsidRDefault="00C8604A" w:rsidP="00C8604A">
                      <w:pPr>
                        <w:pStyle w:val="Titre4"/>
                      </w:pP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P</w:t>
                      </w:r>
                      <w:r>
                        <w:rPr>
                          <w:color w:val="C80300"/>
                          <w:sz w:val="27"/>
                          <w:szCs w:val="27"/>
                        </w:rPr>
                        <w:t>ēspāl</w:t>
                      </w:r>
                      <w:proofErr w:type="spellEnd"/>
                    </w:p>
                    <w:p w:rsidR="00C8604A" w:rsidRDefault="00C8604A" w:rsidP="00C860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2B3EA" wp14:editId="2B5CC32B">
                <wp:simplePos x="0" y="0"/>
                <wp:positionH relativeFrom="column">
                  <wp:posOffset>690880</wp:posOffset>
                </wp:positionH>
                <wp:positionV relativeFrom="paragraph">
                  <wp:posOffset>1753870</wp:posOffset>
                </wp:positionV>
                <wp:extent cx="1428750" cy="2762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04A" w:rsidRPr="00C8604A" w:rsidRDefault="00C8604A" w:rsidP="00C8604A">
                            <w:pPr>
                              <w:pStyle w:val="Titre4"/>
                            </w:pPr>
                            <w:proofErr w:type="spellStart"/>
                            <w:r>
                              <w:rPr>
                                <w:color w:val="C80300"/>
                                <w:sz w:val="27"/>
                                <w:szCs w:val="27"/>
                              </w:rPr>
                              <w:t>P</w:t>
                            </w:r>
                            <w:r w:rsidRPr="00C8604A">
                              <w:rPr>
                                <w:color w:val="C80300"/>
                                <w:sz w:val="27"/>
                                <w:szCs w:val="27"/>
                              </w:rPr>
                              <w:t>ūppantāṭṭam</w:t>
                            </w:r>
                            <w:proofErr w:type="spellEnd"/>
                          </w:p>
                          <w:p w:rsidR="00C8604A" w:rsidRDefault="00C8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4.4pt;margin-top:138.1pt;width:112.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">
                <v:textbox>
                  <w:txbxContent>
                    <w:p w:rsidR="00C8604A" w:rsidRPr="00C8604A" w:rsidRDefault="00C8604A" w:rsidP="00C8604A">
                      <w:pPr>
                        <w:pStyle w:val="Titre4"/>
                      </w:pPr>
                      <w:proofErr w:type="spellStart"/>
                      <w:r>
                        <w:rPr>
                          <w:color w:val="C80300"/>
                          <w:sz w:val="27"/>
                          <w:szCs w:val="27"/>
                        </w:rPr>
                        <w:t>P</w:t>
                      </w:r>
                      <w:r w:rsidRPr="00C8604A">
                        <w:rPr>
                          <w:color w:val="C80300"/>
                          <w:sz w:val="27"/>
                          <w:szCs w:val="27"/>
                        </w:rPr>
                        <w:t>ūppantāṭṭam</w:t>
                      </w:r>
                      <w:proofErr w:type="spellEnd"/>
                    </w:p>
                    <w:p w:rsidR="00C8604A" w:rsidRDefault="00C8604A"/>
                  </w:txbxContent>
                </v:textbox>
              </v:shape>
            </w:pict>
          </mc:Fallback>
        </mc:AlternateContent>
      </w:r>
      <w:r w:rsidRPr="00C8604A"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5192395</wp:posOffset>
            </wp:positionV>
            <wp:extent cx="1476375" cy="1497587"/>
            <wp:effectExtent l="0" t="0" r="0" b="7620"/>
            <wp:wrapNone/>
            <wp:docPr id="7" name="Image 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9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20D" w:rsidRPr="0009320D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5249545</wp:posOffset>
            </wp:positionV>
            <wp:extent cx="1900467" cy="1352550"/>
            <wp:effectExtent l="0" t="0" r="5080" b="0"/>
            <wp:wrapNone/>
            <wp:docPr id="6" name="Image 6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467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20D" w:rsidRPr="0009320D"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2477770</wp:posOffset>
            </wp:positionV>
            <wp:extent cx="1276350" cy="1632433"/>
            <wp:effectExtent l="0" t="0" r="0" b="6350"/>
            <wp:wrapNone/>
            <wp:docPr id="5" name="Image 5" descr="Résultat de recherche d'images pour &quot;escalad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escalade dessin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20D" w:rsidRPr="0009320D"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2525395</wp:posOffset>
            </wp:positionV>
            <wp:extent cx="1466850" cy="1466850"/>
            <wp:effectExtent l="0" t="0" r="0" b="0"/>
            <wp:wrapNone/>
            <wp:docPr id="4" name="Image 4" descr="Résultat de recherche d'images pour &quot;box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ésultat de recherche d'images pour &quot;boxe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20D" w:rsidRPr="0009320D">
        <w:drawing>
          <wp:anchor distT="0" distB="0" distL="114300" distR="114300" simplePos="0" relativeHeight="251659264" behindDoc="1" locked="0" layoutInCell="1" allowOverlap="1" wp14:anchorId="6F4EA525" wp14:editId="37226BB6">
            <wp:simplePos x="0" y="0"/>
            <wp:positionH relativeFrom="column">
              <wp:posOffset>3729355</wp:posOffset>
            </wp:positionH>
            <wp:positionV relativeFrom="paragraph">
              <wp:posOffset>106045</wp:posOffset>
            </wp:positionV>
            <wp:extent cx="1400175" cy="1400175"/>
            <wp:effectExtent l="0" t="0" r="9525" b="9525"/>
            <wp:wrapNone/>
            <wp:docPr id="3" name="Image 3" descr="Résultat de recherche d'images pour &quot;base-ball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base-ball dessin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20D" w:rsidRPr="0009320D">
        <w:drawing>
          <wp:anchor distT="0" distB="0" distL="114300" distR="114300" simplePos="0" relativeHeight="251658240" behindDoc="1" locked="0" layoutInCell="1" allowOverlap="1" wp14:anchorId="3695C54B" wp14:editId="2ABEA863">
            <wp:simplePos x="0" y="0"/>
            <wp:positionH relativeFrom="column">
              <wp:posOffset>452755</wp:posOffset>
            </wp:positionH>
            <wp:positionV relativeFrom="paragraph">
              <wp:posOffset>58420</wp:posOffset>
            </wp:positionV>
            <wp:extent cx="1504950" cy="1500505"/>
            <wp:effectExtent l="0" t="0" r="0" b="4445"/>
            <wp:wrapNone/>
            <wp:docPr id="2" name="Image 2" descr="Résultat de recherche d'images pour &quot;badminto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badminton dessin&quot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9320D" w:rsidRPr="00093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0D"/>
    <w:rsid w:val="0008699C"/>
    <w:rsid w:val="0009320D"/>
    <w:rsid w:val="0013656C"/>
    <w:rsid w:val="0038516C"/>
    <w:rsid w:val="006B3802"/>
    <w:rsid w:val="00B65436"/>
    <w:rsid w:val="00BF49C4"/>
    <w:rsid w:val="00C8604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itre4">
    <w:name w:val="heading 4"/>
    <w:basedOn w:val="Normal"/>
    <w:link w:val="Titre4Car"/>
    <w:uiPriority w:val="9"/>
    <w:qFormat/>
    <w:rsid w:val="00C8604A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0932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9320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09320D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C8604A"/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itre4">
    <w:name w:val="heading 4"/>
    <w:basedOn w:val="Normal"/>
    <w:link w:val="Titre4Car"/>
    <w:uiPriority w:val="9"/>
    <w:qFormat/>
    <w:rsid w:val="00C8604A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0932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9320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09320D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C8604A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183A-EB78-44F6-A98F-68D10ACC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D0B906BF.dotm</Template>
  <TotalTime>31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2019-07-15T07:14:00Z</dcterms:created>
  <dcterms:modified xsi:type="dcterms:W3CDTF">2019-07-15T07:45:00Z</dcterms:modified>
</cp:coreProperties>
</file>